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BE" w:rsidRPr="00367BC8" w:rsidRDefault="008C57BE" w:rsidP="00056768">
      <w:pPr>
        <w:pStyle w:val="Ttulo1"/>
        <w:spacing w:before="0" w:after="0" w:line="360" w:lineRule="auto"/>
        <w:rPr>
          <w:rFonts w:ascii="Calibri" w:hAnsi="Calibri" w:cs="Calibri"/>
          <w:szCs w:val="22"/>
        </w:rPr>
      </w:pPr>
      <w:bookmarkStart w:id="0" w:name="_GoBack"/>
      <w:bookmarkEnd w:id="0"/>
      <w:r w:rsidRPr="00367BC8">
        <w:rPr>
          <w:rFonts w:ascii="Calibri" w:hAnsi="Calibri" w:cs="Calibri"/>
          <w:szCs w:val="22"/>
        </w:rPr>
        <w:t>objetivo</w:t>
      </w:r>
    </w:p>
    <w:p w:rsidR="008C57BE" w:rsidRPr="00367BC8" w:rsidRDefault="00ED32F8" w:rsidP="003E12C0">
      <w:pPr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Orientar + Título + visando (ou para) garantir </w:t>
      </w:r>
      <w:r w:rsidR="001B7F66" w:rsidRPr="00367BC8">
        <w:rPr>
          <w:rFonts w:ascii="Calibri" w:hAnsi="Calibri" w:cs="Calibri"/>
          <w:sz w:val="22"/>
          <w:szCs w:val="22"/>
        </w:rPr>
        <w:t>+ resultados esperados.</w:t>
      </w:r>
    </w:p>
    <w:p w:rsidR="007D1A79" w:rsidRPr="00367BC8" w:rsidRDefault="007D1A79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1"/>
        <w:spacing w:before="0" w:after="0" w:line="360" w:lineRule="auto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campo de aplicação</w:t>
      </w:r>
    </w:p>
    <w:p w:rsidR="008C57BE" w:rsidRPr="00367BC8" w:rsidRDefault="00ED32F8" w:rsidP="001B7F66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Indicar os limites de aplicação do padrão (área, equipe ou função executante)</w:t>
      </w:r>
    </w:p>
    <w:p w:rsidR="008C57BE" w:rsidRPr="00367BC8" w:rsidRDefault="008C57BE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1"/>
        <w:spacing w:before="0" w:after="0" w:line="360" w:lineRule="auto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conteúdo geral</w:t>
      </w: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Introdução</w:t>
      </w:r>
    </w:p>
    <w:p w:rsidR="008C57BE" w:rsidRPr="00367BC8" w:rsidRDefault="00FE2EA4" w:rsidP="001B7F66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Particip</w:t>
      </w:r>
      <w:r w:rsidR="00C3321E" w:rsidRPr="00367BC8">
        <w:rPr>
          <w:rFonts w:ascii="Calibri" w:hAnsi="Calibri" w:cs="Calibri"/>
          <w:sz w:val="22"/>
          <w:szCs w:val="22"/>
        </w:rPr>
        <w:t>ou (</w:t>
      </w:r>
      <w:r w:rsidRPr="00367BC8">
        <w:rPr>
          <w:rFonts w:ascii="Calibri" w:hAnsi="Calibri" w:cs="Calibri"/>
          <w:sz w:val="22"/>
          <w:szCs w:val="22"/>
        </w:rPr>
        <w:t>aram</w:t>
      </w:r>
      <w:r w:rsidR="00C3321E" w:rsidRPr="00367BC8">
        <w:rPr>
          <w:rFonts w:ascii="Calibri" w:hAnsi="Calibri" w:cs="Calibri"/>
          <w:sz w:val="22"/>
          <w:szCs w:val="22"/>
        </w:rPr>
        <w:t>)</w:t>
      </w:r>
      <w:r w:rsidR="008C57BE" w:rsidRPr="00367BC8">
        <w:rPr>
          <w:rFonts w:ascii="Calibri" w:hAnsi="Calibri" w:cs="Calibri"/>
          <w:sz w:val="22"/>
          <w:szCs w:val="22"/>
        </w:rPr>
        <w:t xml:space="preserve"> da elaboração deste padrão</w:t>
      </w:r>
      <w:r w:rsidR="00ED32F8" w:rsidRPr="00367BC8">
        <w:rPr>
          <w:rFonts w:ascii="Calibri" w:hAnsi="Calibri" w:cs="Calibri"/>
          <w:sz w:val="22"/>
          <w:szCs w:val="22"/>
        </w:rPr>
        <w:t xml:space="preserve"> (nome das pessoas)</w:t>
      </w:r>
      <w:r w:rsidR="00776DBF" w:rsidRPr="00367BC8">
        <w:rPr>
          <w:rFonts w:ascii="Calibri" w:hAnsi="Calibri" w:cs="Calibri"/>
          <w:sz w:val="22"/>
          <w:szCs w:val="22"/>
        </w:rPr>
        <w:t xml:space="preserve"> </w:t>
      </w:r>
    </w:p>
    <w:p w:rsidR="008C57BE" w:rsidRPr="00367BC8" w:rsidRDefault="008C57BE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Referências</w:t>
      </w:r>
    </w:p>
    <w:p w:rsidR="008C57BE" w:rsidRPr="00367BC8" w:rsidRDefault="00ED32F8" w:rsidP="002717D7">
      <w:pPr>
        <w:pStyle w:val="Corpodetexto31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9" w:firstLine="0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PGP “</w:t>
      </w:r>
      <w:r w:rsidR="00C52C96" w:rsidRPr="00367BC8">
        <w:rPr>
          <w:rFonts w:ascii="Calibri" w:hAnsi="Calibri" w:cs="Calibri"/>
          <w:szCs w:val="22"/>
        </w:rPr>
        <w:t>Assistência Ambulatorial</w:t>
      </w:r>
      <w:r w:rsidRPr="00367BC8">
        <w:rPr>
          <w:rFonts w:ascii="Calibri" w:hAnsi="Calibri" w:cs="Calibri"/>
          <w:szCs w:val="22"/>
        </w:rPr>
        <w:t>”.</w:t>
      </w:r>
    </w:p>
    <w:p w:rsidR="00CB0FE6" w:rsidRPr="00367BC8" w:rsidRDefault="00CB0FE6" w:rsidP="00056768">
      <w:pPr>
        <w:pStyle w:val="Corpodetexto31"/>
        <w:widowControl/>
        <w:spacing w:line="360" w:lineRule="auto"/>
        <w:rPr>
          <w:rFonts w:ascii="Calibri" w:hAnsi="Calibri" w:cs="Calibri"/>
          <w:szCs w:val="22"/>
        </w:rPr>
      </w:pP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Definições</w:t>
      </w:r>
      <w:r w:rsidR="00ED32F8" w:rsidRPr="00367BC8">
        <w:rPr>
          <w:rFonts w:ascii="Calibri" w:hAnsi="Calibri" w:cs="Calibri"/>
          <w:sz w:val="22"/>
          <w:szCs w:val="22"/>
        </w:rPr>
        <w:t xml:space="preserve"> </w:t>
      </w:r>
      <w:r w:rsidR="00ED32F8" w:rsidRPr="00367BC8">
        <w:rPr>
          <w:rFonts w:ascii="Calibri" w:hAnsi="Calibri" w:cs="Calibri"/>
          <w:b w:val="0"/>
          <w:bCs w:val="0"/>
          <w:iCs w:val="0"/>
          <w:smallCaps w:val="0"/>
          <w:sz w:val="22"/>
          <w:szCs w:val="22"/>
          <w:lang w:eastAsia="pt-BR"/>
        </w:rPr>
        <w:t>(lista por ordem alfabética)</w:t>
      </w:r>
    </w:p>
    <w:p w:rsidR="003F18EC" w:rsidRPr="00367BC8" w:rsidRDefault="00ED32F8" w:rsidP="002717D7">
      <w:pPr>
        <w:pStyle w:val="Corpodetexto31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9" w:firstLine="0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Termo 1 (descrição da definição)</w:t>
      </w:r>
    </w:p>
    <w:p w:rsidR="00ED32F8" w:rsidRPr="00367BC8" w:rsidRDefault="00ED32F8" w:rsidP="002717D7">
      <w:pPr>
        <w:pStyle w:val="Corpodetexto31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9" w:firstLine="0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Termo 2 (descrição da definição)</w:t>
      </w:r>
    </w:p>
    <w:p w:rsidR="008C57BE" w:rsidRPr="00367BC8" w:rsidRDefault="008C57BE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Símbolos e Abreviaturas </w:t>
      </w:r>
    </w:p>
    <w:p w:rsidR="008C57BE" w:rsidRPr="00367BC8" w:rsidRDefault="0058773F" w:rsidP="002717D7">
      <w:pPr>
        <w:pStyle w:val="Corpodetexto31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9" w:firstLine="0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SIGLA 1 – descrição da sigla</w:t>
      </w:r>
    </w:p>
    <w:p w:rsidR="0058773F" w:rsidRPr="00367BC8" w:rsidRDefault="0058773F" w:rsidP="002717D7">
      <w:pPr>
        <w:pStyle w:val="Corpodetexto31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9" w:firstLine="0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SIGLA 2 – descrição da sigla</w:t>
      </w:r>
    </w:p>
    <w:p w:rsidR="008C57BE" w:rsidRPr="00367BC8" w:rsidRDefault="008C57BE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1"/>
        <w:spacing w:before="0" w:after="0" w:line="360" w:lineRule="auto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conteúdo específico</w:t>
      </w: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Item de Controle</w:t>
      </w:r>
    </w:p>
    <w:p w:rsidR="008C57BE" w:rsidRPr="00367BC8" w:rsidRDefault="0058773F" w:rsidP="001B7F66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O item de controle do executante que deve ser utilizado para verificação do cumprimento da meta padrão é:</w:t>
      </w:r>
    </w:p>
    <w:p w:rsidR="0058773F" w:rsidRPr="00367BC8" w:rsidRDefault="0058773F" w:rsidP="001B7F66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Índice</w:t>
      </w:r>
      <w:r w:rsidRPr="00367BC8">
        <w:rPr>
          <w:rFonts w:ascii="Calibri" w:hAnsi="Calibri" w:cs="Calibri"/>
          <w:b/>
          <w:sz w:val="22"/>
          <w:szCs w:val="22"/>
        </w:rPr>
        <w:t xml:space="preserve"> </w:t>
      </w:r>
      <w:r w:rsidRPr="00367BC8">
        <w:rPr>
          <w:rFonts w:ascii="Calibri" w:hAnsi="Calibri" w:cs="Calibri"/>
          <w:sz w:val="22"/>
          <w:szCs w:val="22"/>
        </w:rPr>
        <w:t>de ..........</w:t>
      </w:r>
    </w:p>
    <w:p w:rsidR="008C57BE" w:rsidRPr="00367BC8" w:rsidRDefault="008C57BE" w:rsidP="00056768">
      <w:pPr>
        <w:pStyle w:val="Cabealho"/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58773F" w:rsidP="00056768">
      <w:pPr>
        <w:pStyle w:val="Corpodetexto31"/>
        <w:widowControl/>
        <w:spacing w:line="360" w:lineRule="auto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XXX</w:t>
      </w:r>
      <w:r w:rsidR="008C57BE" w:rsidRPr="00367BC8">
        <w:rPr>
          <w:rFonts w:ascii="Calibri" w:hAnsi="Calibri" w:cs="Calibri"/>
          <w:szCs w:val="22"/>
        </w:rPr>
        <w:t xml:space="preserve"> = </w:t>
      </w:r>
      <w:r w:rsidRPr="00367BC8">
        <w:rPr>
          <w:rFonts w:ascii="Calibri" w:hAnsi="Calibri" w:cs="Calibri"/>
          <w:szCs w:val="22"/>
        </w:rPr>
        <w:t xml:space="preserve"> </w:t>
      </w:r>
      <w:r w:rsidR="00E239BB" w:rsidRPr="00367BC8">
        <w:rPr>
          <w:rFonts w:ascii="Calibri" w:hAnsi="Calibri" w:cs="Calibri"/>
          <w:szCs w:val="22"/>
          <w:u w:val="single"/>
        </w:rPr>
        <w:t xml:space="preserve">   </w:t>
      </w:r>
      <w:r w:rsidRPr="00367BC8">
        <w:rPr>
          <w:rFonts w:ascii="Calibri" w:hAnsi="Calibri" w:cs="Calibri"/>
          <w:szCs w:val="22"/>
          <w:u w:val="single"/>
        </w:rPr>
        <w:t>Número</w:t>
      </w:r>
      <w:r w:rsidR="008C57BE" w:rsidRPr="00367BC8">
        <w:rPr>
          <w:rFonts w:ascii="Calibri" w:hAnsi="Calibri" w:cs="Calibri"/>
          <w:szCs w:val="22"/>
          <w:u w:val="single"/>
        </w:rPr>
        <w:t xml:space="preserve"> de </w:t>
      </w:r>
      <w:r w:rsidRPr="00367BC8">
        <w:rPr>
          <w:rFonts w:ascii="Calibri" w:hAnsi="Calibri" w:cs="Calibri"/>
          <w:szCs w:val="22"/>
          <w:u w:val="single"/>
        </w:rPr>
        <w:t>...... no período</w:t>
      </w:r>
      <w:r w:rsidR="00E239BB" w:rsidRPr="00367BC8">
        <w:rPr>
          <w:rFonts w:ascii="Calibri" w:hAnsi="Calibri" w:cs="Calibri"/>
          <w:szCs w:val="22"/>
          <w:u w:val="single"/>
        </w:rPr>
        <w:t xml:space="preserve">   </w:t>
      </w:r>
      <w:r w:rsidR="005726CA" w:rsidRPr="00367BC8">
        <w:rPr>
          <w:rFonts w:ascii="Calibri" w:hAnsi="Calibri" w:cs="Calibri"/>
          <w:szCs w:val="22"/>
          <w:u w:val="single"/>
        </w:rPr>
        <w:t xml:space="preserve"> </w:t>
      </w:r>
      <w:r w:rsidR="00E239BB" w:rsidRPr="00367BC8">
        <w:rPr>
          <w:rFonts w:ascii="Calibri" w:hAnsi="Calibri" w:cs="Calibri"/>
          <w:szCs w:val="22"/>
          <w:u w:val="single"/>
        </w:rPr>
        <w:t xml:space="preserve">  </w:t>
      </w:r>
      <w:r w:rsidR="008C57BE" w:rsidRPr="00367BC8">
        <w:rPr>
          <w:rFonts w:ascii="Calibri" w:hAnsi="Calibri" w:cs="Calibri"/>
          <w:szCs w:val="22"/>
        </w:rPr>
        <w:t xml:space="preserve"> x 100</w:t>
      </w:r>
    </w:p>
    <w:p w:rsidR="008C57BE" w:rsidRPr="00367BC8" w:rsidRDefault="005726CA" w:rsidP="00056768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            </w:t>
      </w:r>
      <w:r w:rsidR="008C57BE" w:rsidRPr="00367BC8">
        <w:rPr>
          <w:rFonts w:ascii="Calibri" w:hAnsi="Calibri" w:cs="Calibri"/>
          <w:sz w:val="22"/>
          <w:szCs w:val="22"/>
        </w:rPr>
        <w:t xml:space="preserve">Número total de </w:t>
      </w:r>
      <w:r w:rsidR="0058773F" w:rsidRPr="00367BC8">
        <w:rPr>
          <w:rFonts w:ascii="Calibri" w:hAnsi="Calibri" w:cs="Calibri"/>
          <w:sz w:val="22"/>
          <w:szCs w:val="22"/>
        </w:rPr>
        <w:t>...... no período</w:t>
      </w:r>
    </w:p>
    <w:p w:rsidR="005726CA" w:rsidRPr="00367BC8" w:rsidRDefault="005726CA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056768" w:rsidRPr="00367BC8" w:rsidRDefault="00056768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916283" w:rsidRPr="00367BC8" w:rsidRDefault="00916283" w:rsidP="00056768">
      <w:pPr>
        <w:pStyle w:val="Nota"/>
        <w:spacing w:line="360" w:lineRule="auto"/>
        <w:rPr>
          <w:rFonts w:ascii="Calibri" w:hAnsi="Calibri" w:cs="Calibri"/>
          <w:sz w:val="22"/>
          <w:szCs w:val="22"/>
          <w:u w:val="single"/>
          <w:lang w:val="pt-BR"/>
        </w:rPr>
      </w:pPr>
      <w:r w:rsidRPr="00367BC8">
        <w:rPr>
          <w:rFonts w:ascii="Calibri" w:hAnsi="Calibri" w:cs="Calibri"/>
          <w:sz w:val="22"/>
          <w:szCs w:val="22"/>
          <w:u w:val="single"/>
          <w:lang w:val="pt-BR"/>
        </w:rPr>
        <w:t>Notas:</w:t>
      </w:r>
    </w:p>
    <w:p w:rsidR="00916283" w:rsidRPr="00367BC8" w:rsidRDefault="00916283" w:rsidP="00056768">
      <w:pPr>
        <w:pStyle w:val="Nota"/>
        <w:numPr>
          <w:ilvl w:val="0"/>
          <w:numId w:val="10"/>
        </w:numPr>
        <w:spacing w:line="360" w:lineRule="auto"/>
        <w:rPr>
          <w:rFonts w:ascii="Calibri" w:hAnsi="Calibri" w:cs="Calibri"/>
          <w:sz w:val="22"/>
          <w:szCs w:val="22"/>
          <w:lang w:val="pt-BR"/>
        </w:rPr>
      </w:pPr>
      <w:r w:rsidRPr="00367BC8">
        <w:rPr>
          <w:rFonts w:ascii="Calibri" w:hAnsi="Calibri" w:cs="Calibri"/>
          <w:sz w:val="22"/>
          <w:szCs w:val="22"/>
          <w:lang w:val="pt-BR"/>
        </w:rPr>
        <w:t>Periodicidade:</w:t>
      </w:r>
    </w:p>
    <w:p w:rsidR="00916283" w:rsidRPr="00367BC8" w:rsidRDefault="00916283" w:rsidP="00056768">
      <w:pPr>
        <w:pStyle w:val="Nota"/>
        <w:numPr>
          <w:ilvl w:val="0"/>
          <w:numId w:val="10"/>
        </w:numPr>
        <w:spacing w:line="360" w:lineRule="auto"/>
        <w:rPr>
          <w:rFonts w:ascii="Calibri" w:hAnsi="Calibri" w:cs="Calibri"/>
          <w:sz w:val="22"/>
          <w:szCs w:val="22"/>
          <w:lang w:val="pt-BR"/>
        </w:rPr>
      </w:pPr>
      <w:r w:rsidRPr="00367BC8">
        <w:rPr>
          <w:rFonts w:ascii="Calibri" w:hAnsi="Calibri" w:cs="Calibri"/>
          <w:sz w:val="22"/>
          <w:szCs w:val="22"/>
          <w:lang w:val="pt-BR"/>
        </w:rPr>
        <w:t>Fonte de Coleta:</w:t>
      </w:r>
    </w:p>
    <w:p w:rsidR="00776DBF" w:rsidRPr="00367BC8" w:rsidRDefault="00776DBF" w:rsidP="00056768">
      <w:pPr>
        <w:pStyle w:val="Ttulo2"/>
        <w:numPr>
          <w:ilvl w:val="0"/>
          <w:numId w:val="0"/>
        </w:numPr>
        <w:spacing w:before="0" w:after="0" w:line="360" w:lineRule="auto"/>
        <w:rPr>
          <w:rFonts w:ascii="Calibri" w:hAnsi="Calibri" w:cs="Calibri"/>
          <w:b w:val="0"/>
          <w:sz w:val="22"/>
          <w:szCs w:val="22"/>
        </w:rPr>
      </w:pP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Principais Passos</w:t>
      </w:r>
    </w:p>
    <w:p w:rsidR="0058773F" w:rsidRPr="00367BC8" w:rsidRDefault="0058773F" w:rsidP="001B7F66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Documentar através de texto, fluxo, figura, tabela, fotografia, vídeo ou qualquer forma de representação que venha se constituir no melhor recurso de comunicação.</w:t>
      </w:r>
    </w:p>
    <w:p w:rsidR="0058773F" w:rsidRPr="00367BC8" w:rsidRDefault="0058773F" w:rsidP="00056768">
      <w:pPr>
        <w:pStyle w:val="Ttulo3"/>
        <w:spacing w:before="0" w:after="0" w:line="360" w:lineRule="auto"/>
        <w:ind w:left="0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Passo 1</w:t>
      </w:r>
    </w:p>
    <w:p w:rsidR="0058773F" w:rsidRPr="00367BC8" w:rsidRDefault="0058773F" w:rsidP="00056768">
      <w:pPr>
        <w:pStyle w:val="Ttulo3"/>
        <w:spacing w:before="0" w:after="0" w:line="360" w:lineRule="auto"/>
        <w:ind w:left="0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Passo 2</w:t>
      </w:r>
    </w:p>
    <w:p w:rsidR="008C57BE" w:rsidRPr="00367BC8" w:rsidRDefault="0058773F" w:rsidP="00056768">
      <w:pPr>
        <w:pStyle w:val="Ttulo3"/>
        <w:spacing w:before="0" w:after="0" w:line="360" w:lineRule="auto"/>
        <w:ind w:left="0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Passo 3..........</w:t>
      </w:r>
    </w:p>
    <w:p w:rsidR="00B069E8" w:rsidRPr="00367BC8" w:rsidRDefault="00B069E8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B069E8" w:rsidRPr="00367BC8" w:rsidRDefault="00B069E8" w:rsidP="00056768">
      <w:pPr>
        <w:pStyle w:val="Nota"/>
        <w:spacing w:line="360" w:lineRule="auto"/>
        <w:rPr>
          <w:rFonts w:ascii="Calibri" w:hAnsi="Calibri" w:cs="Calibri"/>
          <w:sz w:val="22"/>
          <w:szCs w:val="22"/>
          <w:u w:val="single"/>
          <w:lang w:val="pt-BR"/>
        </w:rPr>
      </w:pPr>
      <w:r w:rsidRPr="00367BC8">
        <w:rPr>
          <w:rFonts w:ascii="Calibri" w:hAnsi="Calibri" w:cs="Calibri"/>
          <w:sz w:val="22"/>
          <w:szCs w:val="22"/>
          <w:u w:val="single"/>
          <w:lang w:val="pt-BR"/>
        </w:rPr>
        <w:t>Notas:</w:t>
      </w:r>
    </w:p>
    <w:p w:rsidR="00B069E8" w:rsidRPr="00367BC8" w:rsidRDefault="00B069E8" w:rsidP="00056768">
      <w:pPr>
        <w:pStyle w:val="Nota"/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  <w:lang w:val="pt-BR"/>
        </w:rPr>
      </w:pPr>
      <w:r w:rsidRPr="00367BC8">
        <w:rPr>
          <w:rFonts w:ascii="Calibri" w:hAnsi="Calibri" w:cs="Calibri"/>
          <w:sz w:val="22"/>
          <w:szCs w:val="22"/>
          <w:lang w:val="pt-BR"/>
        </w:rPr>
        <w:t>Descrição da nota 1.</w:t>
      </w:r>
    </w:p>
    <w:p w:rsidR="00B069E8" w:rsidRPr="00367BC8" w:rsidRDefault="00B069E8" w:rsidP="00056768">
      <w:pPr>
        <w:pStyle w:val="Nota"/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  <w:lang w:val="pt-BR"/>
        </w:rPr>
      </w:pPr>
      <w:r w:rsidRPr="00367BC8">
        <w:rPr>
          <w:rFonts w:ascii="Calibri" w:hAnsi="Calibri" w:cs="Calibri"/>
          <w:sz w:val="22"/>
          <w:szCs w:val="22"/>
          <w:lang w:val="pt-BR"/>
        </w:rPr>
        <w:t>Descrição da nota 2.</w:t>
      </w:r>
    </w:p>
    <w:p w:rsidR="008C57BE" w:rsidRPr="00367BC8" w:rsidRDefault="008C57BE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Recursos Necessários </w:t>
      </w:r>
    </w:p>
    <w:p w:rsidR="001A261B" w:rsidRPr="00367BC8" w:rsidRDefault="0058773F" w:rsidP="001B7F66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Citar os recursos humanos, materiais, equipamentos, ferramentas, instrumentos, necessários para execução da tarefa.</w:t>
      </w:r>
    </w:p>
    <w:p w:rsidR="00795FF7" w:rsidRPr="00367BC8" w:rsidRDefault="00795FF7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0"/>
        <w:gridCol w:w="3079"/>
        <w:gridCol w:w="3206"/>
      </w:tblGrid>
      <w:tr w:rsidR="008C57BE" w:rsidRPr="001B7F66">
        <w:tc>
          <w:tcPr>
            <w:tcW w:w="3080" w:type="dxa"/>
          </w:tcPr>
          <w:p w:rsidR="008C57BE" w:rsidRPr="00367BC8" w:rsidRDefault="008C57BE" w:rsidP="002D4209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7BC8">
              <w:rPr>
                <w:rFonts w:ascii="Calibri" w:hAnsi="Calibri" w:cs="Calibri"/>
                <w:b/>
                <w:bCs/>
                <w:sz w:val="22"/>
                <w:szCs w:val="22"/>
              </w:rPr>
              <w:t>Humanos</w:t>
            </w:r>
          </w:p>
        </w:tc>
        <w:tc>
          <w:tcPr>
            <w:tcW w:w="3079" w:type="dxa"/>
          </w:tcPr>
          <w:p w:rsidR="008C57BE" w:rsidRPr="00367BC8" w:rsidRDefault="008C57BE" w:rsidP="002D4209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7BC8">
              <w:rPr>
                <w:rFonts w:ascii="Calibri" w:hAnsi="Calibri" w:cs="Calibri"/>
                <w:b/>
                <w:bCs/>
                <w:sz w:val="22"/>
                <w:szCs w:val="22"/>
              </w:rPr>
              <w:t>Materiais/Equipamentos</w:t>
            </w:r>
          </w:p>
        </w:tc>
        <w:tc>
          <w:tcPr>
            <w:tcW w:w="3206" w:type="dxa"/>
          </w:tcPr>
          <w:p w:rsidR="008C57BE" w:rsidRPr="00367BC8" w:rsidRDefault="008C57BE" w:rsidP="002D4209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7BC8">
              <w:rPr>
                <w:rFonts w:ascii="Calibri" w:hAnsi="Calibri" w:cs="Calibri"/>
                <w:b/>
                <w:bCs/>
                <w:sz w:val="22"/>
                <w:szCs w:val="22"/>
              </w:rPr>
              <w:t>Ferramentas e instrumentos</w:t>
            </w:r>
          </w:p>
        </w:tc>
      </w:tr>
      <w:tr w:rsidR="0058773F" w:rsidRPr="001B7F66">
        <w:tc>
          <w:tcPr>
            <w:tcW w:w="3080" w:type="dxa"/>
          </w:tcPr>
          <w:p w:rsidR="0058773F" w:rsidRPr="00367BC8" w:rsidRDefault="0058773F" w:rsidP="002D4209">
            <w:pPr>
              <w:numPr>
                <w:ilvl w:val="0"/>
                <w:numId w:val="14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9" w:type="dxa"/>
          </w:tcPr>
          <w:p w:rsidR="0058773F" w:rsidRPr="00367BC8" w:rsidRDefault="0058773F" w:rsidP="002D4209">
            <w:pPr>
              <w:numPr>
                <w:ilvl w:val="0"/>
                <w:numId w:val="14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06" w:type="dxa"/>
          </w:tcPr>
          <w:p w:rsidR="0058773F" w:rsidRPr="00367BC8" w:rsidRDefault="0058773F" w:rsidP="002D4209">
            <w:pPr>
              <w:numPr>
                <w:ilvl w:val="0"/>
                <w:numId w:val="14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C57BE" w:rsidRPr="00367BC8" w:rsidRDefault="008C57BE" w:rsidP="00056768">
      <w:pPr>
        <w:pStyle w:val="Corpodetexto31"/>
        <w:widowControl/>
        <w:spacing w:line="360" w:lineRule="auto"/>
        <w:rPr>
          <w:rFonts w:ascii="Calibri" w:hAnsi="Calibri" w:cs="Calibri"/>
          <w:szCs w:val="22"/>
        </w:rPr>
      </w:pPr>
    </w:p>
    <w:p w:rsidR="008C57BE" w:rsidRPr="00367BC8" w:rsidRDefault="008C57BE" w:rsidP="002459A1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lastRenderedPageBreak/>
        <w:t>Cuidados Especiais</w:t>
      </w:r>
    </w:p>
    <w:p w:rsidR="0058773F" w:rsidRPr="00367BC8" w:rsidRDefault="0058773F" w:rsidP="002459A1">
      <w:pPr>
        <w:pStyle w:val="Ttulo3"/>
        <w:spacing w:before="0" w:after="0" w:line="360" w:lineRule="auto"/>
        <w:ind w:left="0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Listar as precauções necessárias para a realização da tarefa com segurança.</w:t>
      </w:r>
    </w:p>
    <w:p w:rsidR="009542CB" w:rsidRPr="00367BC8" w:rsidRDefault="0058773F" w:rsidP="002459A1">
      <w:pPr>
        <w:pStyle w:val="Ttulo4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</w:t>
      </w:r>
    </w:p>
    <w:p w:rsidR="001F5073" w:rsidRPr="00367BC8" w:rsidRDefault="0058773F" w:rsidP="002459A1">
      <w:pPr>
        <w:pStyle w:val="Ttulo4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XXXXXXXXXXXXXXXXX</w:t>
      </w:r>
    </w:p>
    <w:p w:rsidR="008C57BE" w:rsidRPr="00367BC8" w:rsidRDefault="0058773F" w:rsidP="002459A1">
      <w:pPr>
        <w:pStyle w:val="Ttulo4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XXXXXXXXXXXXXXXXXXXXXXX</w:t>
      </w:r>
    </w:p>
    <w:p w:rsidR="005726CA" w:rsidRPr="00367BC8" w:rsidRDefault="005726CA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8C57BE" w:rsidP="00056768">
      <w:pPr>
        <w:pStyle w:val="Ttulo2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Desvios e Ações Necessárias</w:t>
      </w:r>
    </w:p>
    <w:p w:rsidR="0058773F" w:rsidRPr="00367BC8" w:rsidRDefault="0058773F" w:rsidP="001B7F66">
      <w:pPr>
        <w:spacing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Listar as situações que possam interferir na execução da tarefa, indicando as respectivas ações corretivas e providências a serem tomadas para retornar à normalidade a sua execução.</w:t>
      </w:r>
    </w:p>
    <w:p w:rsidR="008C57BE" w:rsidRPr="00367BC8" w:rsidRDefault="0058773F" w:rsidP="00056768">
      <w:pPr>
        <w:pStyle w:val="Ttulo3"/>
        <w:spacing w:before="0" w:after="0" w:line="360" w:lineRule="auto"/>
        <w:ind w:left="0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</w:t>
      </w:r>
      <w:r w:rsidR="004657AE" w:rsidRPr="00367BC8">
        <w:rPr>
          <w:rFonts w:ascii="Calibri" w:hAnsi="Calibri" w:cs="Calibri"/>
          <w:sz w:val="22"/>
          <w:szCs w:val="22"/>
        </w:rPr>
        <w:t>:</w:t>
      </w:r>
    </w:p>
    <w:p w:rsidR="008C57BE" w:rsidRPr="00367BC8" w:rsidRDefault="008B6C54" w:rsidP="002459A1">
      <w:pPr>
        <w:pStyle w:val="Ttulo4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xxxxxxxxxxxxxxxxxxxxxxxx</w:t>
      </w:r>
      <w:r w:rsidR="004657AE" w:rsidRPr="00367BC8">
        <w:rPr>
          <w:rFonts w:ascii="Calibri" w:hAnsi="Calibri" w:cs="Calibri"/>
          <w:sz w:val="22"/>
          <w:szCs w:val="22"/>
        </w:rPr>
        <w:t>;</w:t>
      </w:r>
    </w:p>
    <w:p w:rsidR="008C57BE" w:rsidRPr="00367BC8" w:rsidRDefault="008B6C54" w:rsidP="002459A1">
      <w:pPr>
        <w:pStyle w:val="Ttulo4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xxxxxxxxxxxxxxxxxxxxxxxxxxx</w:t>
      </w:r>
      <w:r w:rsidR="008C57BE" w:rsidRPr="00367BC8">
        <w:rPr>
          <w:rFonts w:ascii="Calibri" w:hAnsi="Calibri" w:cs="Calibri"/>
          <w:sz w:val="22"/>
          <w:szCs w:val="22"/>
        </w:rPr>
        <w:t xml:space="preserve">. </w:t>
      </w:r>
    </w:p>
    <w:p w:rsidR="008B6C54" w:rsidRPr="00367BC8" w:rsidRDefault="008B6C54" w:rsidP="00056768">
      <w:pPr>
        <w:pStyle w:val="Ttulo3"/>
        <w:spacing w:before="0" w:after="0" w:line="360" w:lineRule="auto"/>
        <w:ind w:left="0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XXXXXXXXXXXXXXXX:</w:t>
      </w:r>
    </w:p>
    <w:p w:rsidR="008B6C54" w:rsidRPr="00367BC8" w:rsidRDefault="008B6C54" w:rsidP="002459A1">
      <w:pPr>
        <w:pStyle w:val="Ttulo4"/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xxxxxxxxxxxxxxxxxxxxxxxx;</w:t>
      </w:r>
    </w:p>
    <w:p w:rsidR="00C31A96" w:rsidRPr="00367BC8" w:rsidRDefault="00C31A96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8C57BE" w:rsidRPr="00367BC8" w:rsidRDefault="000D3864" w:rsidP="00056768">
      <w:pPr>
        <w:pStyle w:val="Ttulo1"/>
        <w:spacing w:before="0" w:after="0" w:line="360" w:lineRule="auto"/>
        <w:rPr>
          <w:rFonts w:ascii="Calibri" w:hAnsi="Calibri" w:cs="Calibri"/>
          <w:szCs w:val="22"/>
        </w:rPr>
      </w:pPr>
      <w:r w:rsidRPr="00367BC8">
        <w:rPr>
          <w:rFonts w:ascii="Calibri" w:hAnsi="Calibri" w:cs="Calibri"/>
          <w:szCs w:val="22"/>
        </w:rPr>
        <w:t>anexos</w:t>
      </w:r>
    </w:p>
    <w:p w:rsidR="001A261B" w:rsidRPr="00367BC8" w:rsidRDefault="006F2927" w:rsidP="002717D7">
      <w:pPr>
        <w:numPr>
          <w:ilvl w:val="0"/>
          <w:numId w:val="6"/>
        </w:numPr>
        <w:spacing w:line="360" w:lineRule="auto"/>
        <w:ind w:left="369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>Anex</w:t>
      </w:r>
      <w:r w:rsidR="00C07952" w:rsidRPr="00367BC8">
        <w:rPr>
          <w:rFonts w:ascii="Calibri" w:hAnsi="Calibri" w:cs="Calibri"/>
          <w:sz w:val="22"/>
          <w:szCs w:val="22"/>
        </w:rPr>
        <w:t>o 1:</w:t>
      </w:r>
      <w:r w:rsidR="008B6C54" w:rsidRPr="00367BC8">
        <w:rPr>
          <w:rFonts w:ascii="Calibri" w:hAnsi="Calibri" w:cs="Calibri"/>
          <w:sz w:val="22"/>
          <w:szCs w:val="22"/>
        </w:rPr>
        <w:t xml:space="preserve"> </w:t>
      </w:r>
      <w:r w:rsidR="001A261B" w:rsidRPr="00367BC8">
        <w:rPr>
          <w:rFonts w:ascii="Calibri" w:hAnsi="Calibri" w:cs="Calibri"/>
          <w:sz w:val="22"/>
          <w:szCs w:val="22"/>
        </w:rPr>
        <w:t>“Nome do Anexo”</w:t>
      </w:r>
    </w:p>
    <w:p w:rsidR="005726CA" w:rsidRPr="00367BC8" w:rsidRDefault="008C57BE" w:rsidP="002717D7">
      <w:pPr>
        <w:numPr>
          <w:ilvl w:val="0"/>
          <w:numId w:val="6"/>
        </w:numPr>
        <w:spacing w:line="360" w:lineRule="auto"/>
        <w:ind w:left="369" w:firstLine="0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Anexo 2: </w:t>
      </w:r>
      <w:r w:rsidR="001A261B" w:rsidRPr="00367BC8">
        <w:rPr>
          <w:rFonts w:ascii="Calibri" w:hAnsi="Calibri" w:cs="Calibri"/>
          <w:sz w:val="22"/>
          <w:szCs w:val="22"/>
        </w:rPr>
        <w:t>“Nome do Anexo”</w:t>
      </w:r>
    </w:p>
    <w:p w:rsidR="001A261B" w:rsidRPr="00367BC8" w:rsidRDefault="001A261B" w:rsidP="00056768">
      <w:pPr>
        <w:spacing w:line="360" w:lineRule="auto"/>
        <w:ind w:left="369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inserir anexo ou ícone (objeto) do anexo </w:t>
      </w:r>
    </w:p>
    <w:p w:rsidR="001A261B" w:rsidRPr="00367BC8" w:rsidRDefault="001A261B" w:rsidP="00056768">
      <w:pPr>
        <w:spacing w:line="360" w:lineRule="auto"/>
        <w:ind w:left="369"/>
        <w:rPr>
          <w:rFonts w:ascii="Calibri" w:hAnsi="Calibri" w:cs="Calibri"/>
          <w:sz w:val="22"/>
          <w:szCs w:val="22"/>
        </w:rPr>
      </w:pPr>
      <w:r w:rsidRPr="00367BC8">
        <w:rPr>
          <w:rFonts w:ascii="Calibri" w:hAnsi="Calibri" w:cs="Calibri"/>
          <w:sz w:val="22"/>
          <w:szCs w:val="22"/>
        </w:rPr>
        <w:t xml:space="preserve">(caso não possua anexos, preencher com a citação “Não aplicável”) 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1608A6" w:rsidRPr="00367BC8" w:rsidRDefault="001608A6" w:rsidP="00056768">
      <w:pPr>
        <w:spacing w:line="360" w:lineRule="auto"/>
        <w:rPr>
          <w:rFonts w:ascii="Calibri" w:hAnsi="Calibri" w:cs="Calibri"/>
          <w:b/>
          <w:i/>
          <w:sz w:val="22"/>
          <w:szCs w:val="22"/>
          <w:highlight w:val="yellow"/>
          <w:u w:val="single"/>
        </w:rPr>
      </w:pPr>
      <w:r w:rsidRPr="00367BC8">
        <w:rPr>
          <w:rFonts w:ascii="Calibri" w:hAnsi="Calibri" w:cs="Calibri"/>
          <w:b/>
          <w:i/>
          <w:sz w:val="22"/>
          <w:szCs w:val="22"/>
          <w:highlight w:val="yellow"/>
          <w:u w:val="single"/>
        </w:rPr>
        <w:t>Observações:</w:t>
      </w:r>
    </w:p>
    <w:p w:rsidR="001608A6" w:rsidRPr="00367BC8" w:rsidRDefault="001608A6" w:rsidP="00056768">
      <w:pPr>
        <w:numPr>
          <w:ilvl w:val="0"/>
          <w:numId w:val="7"/>
        </w:numPr>
        <w:spacing w:line="360" w:lineRule="auto"/>
        <w:rPr>
          <w:rFonts w:ascii="Calibri" w:hAnsi="Calibri" w:cs="Calibri"/>
          <w:b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b/>
          <w:i/>
          <w:sz w:val="22"/>
          <w:szCs w:val="22"/>
          <w:highlight w:val="yellow"/>
        </w:rPr>
        <w:t>Caso haja a necessidade de descrever o POP em duas seqüências de passos, utilizar subtítulo (maiúsculo e sublinhado) e reiniciar a itemização para a segunda seqüência. (Se o POP ficar muito grande, dividir em 2 POP’s).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</w:rPr>
        <w:t>Ex: Nome do POP: Faturamento de Obra e Equipamento.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</w:rPr>
        <w:t>4.2 Principais Passos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  <w:u w:val="single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  <w:u w:val="single"/>
        </w:rPr>
        <w:t>FATURAMENTO DE OBRA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</w:rPr>
        <w:lastRenderedPageBreak/>
        <w:t>4.3.1............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  <w:u w:val="single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  <w:u w:val="single"/>
        </w:rPr>
        <w:t>FATURAMENTO DE EQUIPAMENTO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</w:rPr>
        <w:t>4.3.1........</w:t>
      </w:r>
    </w:p>
    <w:p w:rsidR="001608A6" w:rsidRPr="00367BC8" w:rsidRDefault="001608A6" w:rsidP="00056768">
      <w:pPr>
        <w:numPr>
          <w:ilvl w:val="0"/>
          <w:numId w:val="8"/>
        </w:numPr>
        <w:spacing w:line="360" w:lineRule="auto"/>
        <w:rPr>
          <w:rFonts w:ascii="Calibri" w:hAnsi="Calibri" w:cs="Calibri"/>
          <w:b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b/>
          <w:i/>
          <w:sz w:val="22"/>
          <w:szCs w:val="22"/>
          <w:highlight w:val="yellow"/>
        </w:rPr>
        <w:t>Referência a outros POP’s: Descrever como passo.</w:t>
      </w:r>
    </w:p>
    <w:p w:rsidR="001608A6" w:rsidRPr="00367BC8" w:rsidRDefault="001608A6" w:rsidP="00056768">
      <w:pPr>
        <w:spacing w:line="360" w:lineRule="auto"/>
        <w:rPr>
          <w:rFonts w:ascii="Calibri" w:hAnsi="Calibri" w:cs="Calibri"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</w:rPr>
        <w:t>Ex: Elaborar ....... conforme POP-XXX.</w:t>
      </w:r>
    </w:p>
    <w:p w:rsidR="001608A6" w:rsidRPr="00367BC8" w:rsidRDefault="001608A6" w:rsidP="00056768">
      <w:pPr>
        <w:numPr>
          <w:ilvl w:val="0"/>
          <w:numId w:val="9"/>
        </w:numPr>
        <w:spacing w:line="360" w:lineRule="auto"/>
        <w:rPr>
          <w:rFonts w:ascii="Calibri" w:hAnsi="Calibri" w:cs="Calibri"/>
          <w:b/>
          <w:i/>
          <w:sz w:val="22"/>
          <w:szCs w:val="22"/>
          <w:highlight w:val="yellow"/>
        </w:rPr>
      </w:pPr>
      <w:r w:rsidRPr="00367BC8">
        <w:rPr>
          <w:rFonts w:ascii="Calibri" w:hAnsi="Calibri" w:cs="Calibri"/>
          <w:b/>
          <w:i/>
          <w:sz w:val="22"/>
          <w:szCs w:val="22"/>
          <w:highlight w:val="yellow"/>
        </w:rPr>
        <w:t>Referência a outros passos: Analisar cada caso para descrever como passo ou nota.</w:t>
      </w:r>
    </w:p>
    <w:p w:rsidR="001608A6" w:rsidRPr="00367BC8" w:rsidRDefault="001608A6" w:rsidP="001B7F66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367BC8">
        <w:rPr>
          <w:rFonts w:ascii="Calibri" w:hAnsi="Calibri" w:cs="Calibri"/>
          <w:i/>
          <w:sz w:val="22"/>
          <w:szCs w:val="22"/>
          <w:highlight w:val="yellow"/>
        </w:rPr>
        <w:t>Ex: Retomar o passo X.X.X (Passo ou nota)</w:t>
      </w:r>
    </w:p>
    <w:sectPr w:rsidR="001608A6" w:rsidRPr="00367BC8" w:rsidSect="008E50B4">
      <w:headerReference w:type="default" r:id="rId8"/>
      <w:footerReference w:type="even" r:id="rId9"/>
      <w:footerReference w:type="default" r:id="rId10"/>
      <w:footerReference w:type="first" r:id="rId11"/>
      <w:pgSz w:w="11907" w:h="16839" w:code="9"/>
      <w:pgMar w:top="3271" w:right="567" w:bottom="1134" w:left="1418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94D" w:rsidRDefault="0090294D">
      <w:r>
        <w:separator/>
      </w:r>
    </w:p>
  </w:endnote>
  <w:endnote w:type="continuationSeparator" w:id="0">
    <w:p w:rsidR="0090294D" w:rsidRDefault="0090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09" w:rsidRDefault="002D4209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4209" w:rsidRDefault="002D4209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4"/>
      <w:gridCol w:w="3355"/>
      <w:gridCol w:w="3353"/>
    </w:tblGrid>
    <w:tr w:rsidR="00AE1D4D" w:rsidRPr="00606FF8" w:rsidTr="00C7204C">
      <w:tc>
        <w:tcPr>
          <w:tcW w:w="1667" w:type="pct"/>
        </w:tcPr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ELABORADO POR:</w:t>
          </w:r>
        </w:p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Nome:</w:t>
          </w:r>
          <w:r w:rsidR="007C4079" w:rsidRPr="00367BC8">
            <w:rPr>
              <w:rFonts w:ascii="Calibri" w:hAnsi="Calibri" w:cs="Calibri"/>
              <w:sz w:val="18"/>
              <w:szCs w:val="18"/>
            </w:rPr>
            <w:t xml:space="preserve"> </w:t>
          </w:r>
          <w:r w:rsidR="007C4079" w:rsidRPr="00367BC8">
            <w:rPr>
              <w:rFonts w:ascii="Calibri" w:hAnsi="Calibri" w:cs="Calibri"/>
              <w:sz w:val="18"/>
              <w:szCs w:val="18"/>
              <w:highlight w:val="yellow"/>
            </w:rPr>
            <w:t>XXXXXXXXXX</w:t>
          </w:r>
        </w:p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Setor:</w:t>
          </w:r>
          <w:r w:rsidR="007C4079" w:rsidRPr="00367BC8">
            <w:rPr>
              <w:rFonts w:ascii="Calibri" w:hAnsi="Calibri" w:cs="Calibri"/>
              <w:sz w:val="18"/>
              <w:szCs w:val="18"/>
            </w:rPr>
            <w:t xml:space="preserve"> </w:t>
          </w:r>
          <w:r w:rsidR="007C4079" w:rsidRPr="00367BC8">
            <w:rPr>
              <w:rFonts w:ascii="Calibri" w:hAnsi="Calibri" w:cs="Calibri"/>
              <w:sz w:val="18"/>
              <w:szCs w:val="18"/>
              <w:highlight w:val="yellow"/>
            </w:rPr>
            <w:t>XXXXXXXXXX</w:t>
          </w:r>
        </w:p>
      </w:tc>
      <w:tc>
        <w:tcPr>
          <w:tcW w:w="1667" w:type="pct"/>
        </w:tcPr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VERIFICADO POR:</w:t>
          </w:r>
        </w:p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Nome:</w:t>
          </w:r>
          <w:r w:rsidR="007C4079" w:rsidRPr="00367BC8">
            <w:rPr>
              <w:rFonts w:ascii="Calibri" w:hAnsi="Calibri" w:cs="Calibri"/>
              <w:sz w:val="18"/>
              <w:szCs w:val="18"/>
              <w:highlight w:val="yellow"/>
            </w:rPr>
            <w:t xml:space="preserve"> XXXXXXXXXX</w:t>
          </w:r>
        </w:p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Setor</w:t>
          </w:r>
          <w:r w:rsidR="007C4079" w:rsidRPr="00367BC8">
            <w:rPr>
              <w:rFonts w:ascii="Calibri" w:hAnsi="Calibri" w:cs="Calibri"/>
              <w:sz w:val="18"/>
              <w:szCs w:val="18"/>
            </w:rPr>
            <w:t xml:space="preserve">: </w:t>
          </w:r>
          <w:r w:rsidR="007C4079" w:rsidRPr="00367BC8">
            <w:rPr>
              <w:rFonts w:ascii="Calibri" w:hAnsi="Calibri" w:cs="Calibri"/>
              <w:sz w:val="18"/>
              <w:szCs w:val="18"/>
              <w:highlight w:val="yellow"/>
            </w:rPr>
            <w:t>XXXXXXXXXX</w:t>
          </w:r>
        </w:p>
      </w:tc>
      <w:tc>
        <w:tcPr>
          <w:tcW w:w="1666" w:type="pct"/>
          <w:vAlign w:val="center"/>
        </w:tcPr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APROVADO POR:</w:t>
          </w:r>
        </w:p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Nome:</w:t>
          </w:r>
          <w:r w:rsidR="007C4079" w:rsidRPr="00367BC8">
            <w:rPr>
              <w:rFonts w:ascii="Calibri" w:hAnsi="Calibri" w:cs="Calibri"/>
              <w:sz w:val="18"/>
              <w:szCs w:val="18"/>
              <w:highlight w:val="yellow"/>
            </w:rPr>
            <w:t xml:space="preserve"> XXXXXXXXXX</w:t>
          </w:r>
        </w:p>
        <w:p w:rsidR="00AE1D4D" w:rsidRPr="00367BC8" w:rsidRDefault="00AE1D4D" w:rsidP="00C7204C">
          <w:pPr>
            <w:pStyle w:val="Rodap"/>
            <w:rPr>
              <w:rFonts w:ascii="Calibri" w:hAnsi="Calibri" w:cs="Calibri"/>
              <w:sz w:val="18"/>
              <w:szCs w:val="18"/>
            </w:rPr>
          </w:pPr>
          <w:r w:rsidRPr="00367BC8">
            <w:rPr>
              <w:rFonts w:ascii="Calibri" w:hAnsi="Calibri" w:cs="Calibri"/>
              <w:sz w:val="18"/>
              <w:szCs w:val="18"/>
            </w:rPr>
            <w:t>Setor:</w:t>
          </w:r>
          <w:r w:rsidR="007C4079" w:rsidRPr="00367BC8">
            <w:rPr>
              <w:rFonts w:ascii="Calibri" w:hAnsi="Calibri" w:cs="Calibri"/>
              <w:sz w:val="18"/>
              <w:szCs w:val="18"/>
              <w:highlight w:val="yellow"/>
            </w:rPr>
            <w:t xml:space="preserve"> XXXXXXXXXX</w:t>
          </w:r>
        </w:p>
      </w:tc>
    </w:tr>
    <w:tr w:rsidR="005B0DDD" w:rsidRPr="008437DE" w:rsidTr="005B0DDD">
      <w:tc>
        <w:tcPr>
          <w:tcW w:w="5000" w:type="pct"/>
          <w:gridSpan w:val="3"/>
        </w:tcPr>
        <w:p w:rsidR="005B0DDD" w:rsidRPr="00367BC8" w:rsidRDefault="005B0DDD" w:rsidP="00AE1D4D">
          <w:pPr>
            <w:pStyle w:val="Rodap"/>
            <w:jc w:val="right"/>
            <w:rPr>
              <w:rFonts w:ascii="Calibri" w:hAnsi="Calibri" w:cs="Calibri"/>
              <w:sz w:val="16"/>
              <w:szCs w:val="16"/>
            </w:rPr>
          </w:pPr>
          <w:r w:rsidRPr="00367BC8">
            <w:rPr>
              <w:rFonts w:ascii="Calibri" w:hAnsi="Calibri" w:cs="Calibri"/>
              <w:sz w:val="16"/>
              <w:szCs w:val="16"/>
            </w:rPr>
            <w:t xml:space="preserve">Página </w:t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fldChar w:fldCharType="begin"/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instrText>PAGE</w:instrText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fldChar w:fldCharType="separate"/>
          </w:r>
          <w:r w:rsidR="00590AF5">
            <w:rPr>
              <w:rFonts w:ascii="Calibri" w:hAnsi="Calibri" w:cs="Calibri"/>
              <w:b/>
              <w:bCs/>
              <w:noProof/>
              <w:sz w:val="16"/>
              <w:szCs w:val="16"/>
            </w:rPr>
            <w:t>1</w:t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fldChar w:fldCharType="end"/>
          </w:r>
          <w:r w:rsidRPr="00367BC8">
            <w:rPr>
              <w:rFonts w:ascii="Calibri" w:hAnsi="Calibri" w:cs="Calibri"/>
              <w:sz w:val="16"/>
              <w:szCs w:val="16"/>
            </w:rPr>
            <w:t xml:space="preserve"> de </w:t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fldChar w:fldCharType="begin"/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instrText>NUMPAGES</w:instrText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fldChar w:fldCharType="separate"/>
          </w:r>
          <w:r w:rsidR="00590AF5">
            <w:rPr>
              <w:rFonts w:ascii="Calibri" w:hAnsi="Calibri" w:cs="Calibri"/>
              <w:b/>
              <w:bCs/>
              <w:noProof/>
              <w:sz w:val="16"/>
              <w:szCs w:val="16"/>
            </w:rPr>
            <w:t>4</w:t>
          </w:r>
          <w:r w:rsidRPr="00367BC8">
            <w:rPr>
              <w:rFonts w:ascii="Calibri" w:hAnsi="Calibri" w:cs="Calibri"/>
              <w:b/>
              <w:bCs/>
              <w:sz w:val="16"/>
              <w:szCs w:val="16"/>
            </w:rPr>
            <w:fldChar w:fldCharType="end"/>
          </w:r>
        </w:p>
      </w:tc>
    </w:tr>
  </w:tbl>
  <w:p w:rsidR="00AE1D4D" w:rsidRPr="00AE1D4D" w:rsidRDefault="00AE1D4D" w:rsidP="00AE1D4D">
    <w:pPr>
      <w:pStyle w:val="Rodap"/>
      <w:jc w:val="righ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"/>
      <w:gridCol w:w="9335"/>
    </w:tblGrid>
    <w:tr w:rsidR="002D4209">
      <w:trPr>
        <w:trHeight w:val="445"/>
        <w:hidden/>
      </w:trPr>
      <w:tc>
        <w:tcPr>
          <w:tcW w:w="160" w:type="dxa"/>
          <w:vAlign w:val="center"/>
        </w:tcPr>
        <w:p w:rsidR="002D4209" w:rsidRDefault="002D4209">
          <w:pPr>
            <w:rPr>
              <w:vanish/>
            </w:rPr>
          </w:pPr>
        </w:p>
      </w:tc>
      <w:tc>
        <w:tcPr>
          <w:tcW w:w="9335" w:type="dxa"/>
          <w:vAlign w:val="center"/>
        </w:tcPr>
        <w:p w:rsidR="002D4209" w:rsidRDefault="002D4209">
          <w:pPr>
            <w:rPr>
              <w:vanish/>
            </w:rPr>
          </w:pPr>
          <w:bookmarkStart w:id="1" w:name="_SipRestrict"/>
          <w:bookmarkEnd w:id="1"/>
        </w:p>
      </w:tc>
    </w:tr>
  </w:tbl>
  <w:p w:rsidR="002D4209" w:rsidRDefault="002D42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94D" w:rsidRDefault="0090294D">
      <w:r>
        <w:separator/>
      </w:r>
    </w:p>
  </w:footnote>
  <w:footnote w:type="continuationSeparator" w:id="0">
    <w:p w:rsidR="0090294D" w:rsidRDefault="00902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947"/>
      <w:gridCol w:w="1842"/>
      <w:gridCol w:w="1519"/>
    </w:tblGrid>
    <w:tr w:rsidR="002D4209" w:rsidRPr="00637B38" w:rsidTr="005B0D24">
      <w:trPr>
        <w:trHeight w:val="888"/>
      </w:trPr>
      <w:tc>
        <w:tcPr>
          <w:tcW w:w="0" w:type="auto"/>
          <w:gridSpan w:val="3"/>
          <w:vAlign w:val="center"/>
        </w:tcPr>
        <w:p w:rsidR="002D4209" w:rsidRPr="00367BC8" w:rsidRDefault="00367BC8" w:rsidP="00CA6BCA">
          <w:pPr>
            <w:jc w:val="center"/>
            <w:rPr>
              <w:rFonts w:ascii="Calibri" w:hAnsi="Calibri" w:cs="Calibri"/>
              <w:color w:val="000000"/>
              <w:sz w:val="14"/>
              <w:szCs w:val="14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2050" type="#_x0000_t75" style="position:absolute;left:0;text-align:left;margin-left:400.95pt;margin-top:-1.4pt;width:106.95pt;height:47.95pt;z-index:-2;visibility:visible;mso-position-horizontal-relative:margin">
                <v:imagedata r:id="rId1" o:title=""/>
                <w10:wrap anchorx="margin"/>
              </v:shape>
            </w:pict>
          </w: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2049" type="#_x0000_t202" style="position:absolute;left:0;text-align:left;margin-left:-4.7pt;margin-top:10.15pt;width:405.7pt;height:24.3pt;z-index:-1;visibility:visibl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" filled="f" stroked="f">
                <v:textbox style="mso-fit-shape-to-text:t">
                  <w:txbxContent>
                    <w:p w:rsidR="002D4209" w:rsidRPr="006D5F50" w:rsidRDefault="002D4209" w:rsidP="006D5F50">
                      <w:pPr>
                        <w:jc w:val="center"/>
                        <w:rPr>
                          <w:sz w:val="28"/>
                        </w:rPr>
                      </w:pPr>
                      <w:r w:rsidRPr="006D5F50">
                        <w:rPr>
                          <w:rFonts w:ascii="Calibri" w:hAnsi="Calibri" w:cs="Calibri"/>
                          <w:b/>
                          <w:color w:val="000000"/>
                          <w:sz w:val="28"/>
                          <w:szCs w:val="26"/>
                        </w:rPr>
                        <w:t>Procedimento Operacional Padrão</w:t>
                      </w:r>
                    </w:p>
                  </w:txbxContent>
                </v:textbox>
                <w10:wrap type="through"/>
              </v:shape>
            </w:pict>
          </w:r>
        </w:p>
      </w:tc>
    </w:tr>
    <w:tr w:rsidR="002D4209" w:rsidRPr="00637B38" w:rsidTr="00753998">
      <w:tblPrEx>
        <w:tblCellMar>
          <w:left w:w="107" w:type="dxa"/>
          <w:right w:w="107" w:type="dxa"/>
        </w:tblCellMar>
        <w:tblLook w:val="0000" w:firstRow="0" w:lastRow="0" w:firstColumn="0" w:lastColumn="0" w:noHBand="0" w:noVBand="0"/>
      </w:tblPrEx>
      <w:trPr>
        <w:trHeight w:val="283"/>
        <w:tblHeader/>
      </w:trPr>
      <w:tc>
        <w:tcPr>
          <w:tcW w:w="0" w:type="auto"/>
          <w:gridSpan w:val="3"/>
          <w:vAlign w:val="center"/>
        </w:tcPr>
        <w:p w:rsidR="002D4209" w:rsidRPr="00367BC8" w:rsidRDefault="002D4209" w:rsidP="007E68D7">
          <w:pPr>
            <w:jc w:val="left"/>
            <w:rPr>
              <w:rFonts w:ascii="Calibri" w:hAnsi="Calibri" w:cs="Calibri"/>
              <w:b/>
              <w:sz w:val="20"/>
              <w:szCs w:val="18"/>
            </w:rPr>
          </w:pPr>
          <w:r w:rsidRPr="00367BC8">
            <w:rPr>
              <w:rFonts w:ascii="Calibri" w:hAnsi="Calibri" w:cs="Calibri"/>
              <w:b/>
              <w:sz w:val="20"/>
              <w:szCs w:val="18"/>
            </w:rPr>
            <w:t xml:space="preserve">Processo: </w:t>
          </w:r>
          <w:r w:rsidRPr="00367BC8">
            <w:rPr>
              <w:rFonts w:ascii="Calibri" w:hAnsi="Calibri" w:cs="Calibri"/>
              <w:b/>
              <w:sz w:val="20"/>
              <w:szCs w:val="18"/>
              <w:highlight w:val="yellow"/>
            </w:rPr>
            <w:t>NOME DO PROCESSO</w:t>
          </w:r>
        </w:p>
      </w:tc>
    </w:tr>
    <w:tr w:rsidR="002D4209" w:rsidRPr="00637B38" w:rsidTr="00753998">
      <w:trPr>
        <w:trHeight w:val="283"/>
      </w:trPr>
      <w:tc>
        <w:tcPr>
          <w:tcW w:w="6947" w:type="dxa"/>
          <w:vAlign w:val="center"/>
        </w:tcPr>
        <w:p w:rsidR="002D4209" w:rsidRPr="00367BC8" w:rsidRDefault="002D4209" w:rsidP="007E68D7">
          <w:pPr>
            <w:jc w:val="center"/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</w:rPr>
            <w:t>Rede de Reabilitação Lucy Montoro</w:t>
          </w:r>
        </w:p>
      </w:tc>
      <w:tc>
        <w:tcPr>
          <w:tcW w:w="3361" w:type="dxa"/>
          <w:gridSpan w:val="2"/>
          <w:vAlign w:val="center"/>
        </w:tcPr>
        <w:p w:rsidR="002D4209" w:rsidRPr="00367BC8" w:rsidRDefault="002D4209" w:rsidP="007E68D7">
          <w:pPr>
            <w:jc w:val="right"/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</w:rPr>
            <w:t xml:space="preserve">Nº POP </w:t>
          </w:r>
          <w:r w:rsidRPr="00367BC8">
            <w:rPr>
              <w:rFonts w:ascii="Calibri" w:hAnsi="Calibri" w:cs="Calibri"/>
              <w:sz w:val="20"/>
              <w:szCs w:val="18"/>
              <w:highlight w:val="yellow"/>
            </w:rPr>
            <w:t>00 0 00000- 00</w:t>
          </w:r>
        </w:p>
      </w:tc>
    </w:tr>
    <w:tr w:rsidR="002D4209" w:rsidRPr="00637B38" w:rsidTr="00753998">
      <w:trPr>
        <w:trHeight w:val="283"/>
      </w:trPr>
      <w:tc>
        <w:tcPr>
          <w:tcW w:w="6947" w:type="dxa"/>
          <w:vAlign w:val="center"/>
        </w:tcPr>
        <w:p w:rsidR="002D4209" w:rsidRPr="00367BC8" w:rsidRDefault="002D4209" w:rsidP="007E68D7">
          <w:pPr>
            <w:jc w:val="center"/>
            <w:rPr>
              <w:rFonts w:ascii="Calibri" w:hAnsi="Calibri" w:cs="Calibri"/>
              <w:sz w:val="20"/>
              <w:szCs w:val="18"/>
            </w:rPr>
          </w:pPr>
        </w:p>
      </w:tc>
      <w:tc>
        <w:tcPr>
          <w:tcW w:w="3361" w:type="dxa"/>
          <w:gridSpan w:val="2"/>
          <w:vAlign w:val="center"/>
        </w:tcPr>
        <w:p w:rsidR="002D4209" w:rsidRPr="00367BC8" w:rsidRDefault="002D4209" w:rsidP="007E68D7">
          <w:pPr>
            <w:jc w:val="right"/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</w:rPr>
            <w:t xml:space="preserve">Nº POP </w:t>
          </w:r>
          <w:r w:rsidRPr="00367BC8">
            <w:rPr>
              <w:rFonts w:ascii="Calibri" w:hAnsi="Calibri" w:cs="Calibri"/>
              <w:sz w:val="20"/>
              <w:szCs w:val="18"/>
              <w:highlight w:val="yellow"/>
            </w:rPr>
            <w:t>IMREA 00 0 00000- 00</w:t>
          </w:r>
        </w:p>
      </w:tc>
    </w:tr>
    <w:tr w:rsidR="002D4209" w:rsidRPr="00637B38" w:rsidTr="00753998">
      <w:trPr>
        <w:trHeight w:val="283"/>
      </w:trPr>
      <w:tc>
        <w:tcPr>
          <w:tcW w:w="6947" w:type="dxa"/>
          <w:vAlign w:val="center"/>
        </w:tcPr>
        <w:p w:rsidR="002D4209" w:rsidRPr="00367BC8" w:rsidRDefault="002D4209" w:rsidP="007E68D7">
          <w:pPr>
            <w:jc w:val="center"/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  <w:highlight w:val="yellow"/>
            </w:rPr>
            <w:t>Área (Digitar o nome da área)</w:t>
          </w:r>
        </w:p>
      </w:tc>
      <w:tc>
        <w:tcPr>
          <w:tcW w:w="1842" w:type="dxa"/>
          <w:vAlign w:val="center"/>
        </w:tcPr>
        <w:p w:rsidR="002D4209" w:rsidRPr="00367BC8" w:rsidRDefault="002D4209" w:rsidP="007E68D7">
          <w:pPr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</w:rPr>
            <w:t>Data: 0</w:t>
          </w:r>
          <w:r w:rsidRPr="00367BC8">
            <w:rPr>
              <w:rFonts w:ascii="Calibri" w:hAnsi="Calibri" w:cs="Calibri"/>
              <w:sz w:val="20"/>
              <w:szCs w:val="18"/>
              <w:highlight w:val="yellow"/>
            </w:rPr>
            <w:t>0/00/0000</w:t>
          </w:r>
          <w:r w:rsidRPr="00367BC8">
            <w:rPr>
              <w:rFonts w:ascii="Calibri" w:hAnsi="Calibri" w:cs="Calibri"/>
              <w:sz w:val="20"/>
              <w:szCs w:val="18"/>
            </w:rPr>
            <w:t xml:space="preserve"> </w:t>
          </w:r>
        </w:p>
      </w:tc>
      <w:tc>
        <w:tcPr>
          <w:tcW w:w="1519" w:type="dxa"/>
          <w:vAlign w:val="center"/>
        </w:tcPr>
        <w:p w:rsidR="002D4209" w:rsidRPr="00367BC8" w:rsidRDefault="002D4209" w:rsidP="007E68D7">
          <w:pPr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</w:rPr>
            <w:t xml:space="preserve">Revisão nº: </w:t>
          </w:r>
          <w:r w:rsidRPr="00367BC8">
            <w:rPr>
              <w:rFonts w:ascii="Calibri" w:hAnsi="Calibri" w:cs="Calibri"/>
              <w:sz w:val="20"/>
              <w:szCs w:val="18"/>
              <w:highlight w:val="yellow"/>
            </w:rPr>
            <w:t>00</w:t>
          </w:r>
        </w:p>
      </w:tc>
    </w:tr>
    <w:tr w:rsidR="002D4209" w:rsidRPr="00637B38" w:rsidTr="00753998">
      <w:trPr>
        <w:trHeight w:val="737"/>
      </w:trPr>
      <w:tc>
        <w:tcPr>
          <w:tcW w:w="6947" w:type="dxa"/>
          <w:vAlign w:val="center"/>
        </w:tcPr>
        <w:p w:rsidR="002D4209" w:rsidRPr="00367BC8" w:rsidRDefault="002D4209" w:rsidP="007E68D7">
          <w:pPr>
            <w:pStyle w:val="Ttulo"/>
            <w:spacing w:before="0" w:after="0"/>
            <w:rPr>
              <w:rFonts w:ascii="Calibri" w:hAnsi="Calibri" w:cs="Calibri"/>
              <w:sz w:val="20"/>
              <w:szCs w:val="22"/>
            </w:rPr>
          </w:pPr>
          <w:r w:rsidRPr="00367BC8">
            <w:rPr>
              <w:rFonts w:ascii="Calibri" w:hAnsi="Calibri" w:cs="Calibri"/>
              <w:sz w:val="20"/>
              <w:szCs w:val="22"/>
              <w:highlight w:val="yellow"/>
            </w:rPr>
            <w:t>TÍTULO DO POP (máx. 200 caracteres)</w:t>
          </w:r>
        </w:p>
      </w:tc>
      <w:tc>
        <w:tcPr>
          <w:tcW w:w="3361" w:type="dxa"/>
          <w:gridSpan w:val="2"/>
          <w:vAlign w:val="center"/>
        </w:tcPr>
        <w:p w:rsidR="002D4209" w:rsidRPr="00367BC8" w:rsidRDefault="002D4209" w:rsidP="007E68D7">
          <w:pPr>
            <w:rPr>
              <w:rFonts w:ascii="Calibri" w:hAnsi="Calibri" w:cs="Calibri"/>
              <w:sz w:val="20"/>
              <w:szCs w:val="18"/>
            </w:rPr>
          </w:pPr>
          <w:r w:rsidRPr="00367BC8">
            <w:rPr>
              <w:rFonts w:ascii="Calibri" w:hAnsi="Calibri" w:cs="Calibri"/>
              <w:sz w:val="20"/>
              <w:szCs w:val="18"/>
            </w:rPr>
            <w:t>Data da próxima revisão:</w:t>
          </w:r>
          <w:r w:rsidRPr="00367BC8">
            <w:rPr>
              <w:rFonts w:ascii="Calibri" w:hAnsi="Calibri" w:cs="Calibri"/>
              <w:sz w:val="20"/>
              <w:szCs w:val="18"/>
              <w:highlight w:val="yellow"/>
            </w:rPr>
            <w:t xml:space="preserve"> 00</w:t>
          </w:r>
          <w:r w:rsidRPr="00753998">
            <w:rPr>
              <w:rFonts w:ascii="Calibri" w:hAnsi="Calibri" w:cs="Calibri"/>
              <w:sz w:val="20"/>
              <w:szCs w:val="18"/>
              <w:highlight w:val="yellow"/>
            </w:rPr>
            <w:t>/</w:t>
          </w:r>
          <w:r>
            <w:rPr>
              <w:rFonts w:ascii="Calibri" w:hAnsi="Calibri" w:cs="Calibri"/>
              <w:sz w:val="20"/>
              <w:szCs w:val="18"/>
              <w:highlight w:val="yellow"/>
            </w:rPr>
            <w:t>00</w:t>
          </w:r>
          <w:r w:rsidRPr="00753998">
            <w:rPr>
              <w:rFonts w:ascii="Calibri" w:hAnsi="Calibri" w:cs="Calibri"/>
              <w:sz w:val="20"/>
              <w:szCs w:val="18"/>
              <w:highlight w:val="yellow"/>
            </w:rPr>
            <w:t>/</w:t>
          </w:r>
          <w:r>
            <w:rPr>
              <w:rFonts w:ascii="Calibri" w:hAnsi="Calibri" w:cs="Calibri"/>
              <w:sz w:val="20"/>
              <w:szCs w:val="18"/>
              <w:highlight w:val="yellow"/>
            </w:rPr>
            <w:t>000</w:t>
          </w:r>
          <w:r w:rsidRPr="00753998">
            <w:rPr>
              <w:rFonts w:ascii="Calibri" w:hAnsi="Calibri" w:cs="Calibri"/>
              <w:sz w:val="20"/>
              <w:szCs w:val="18"/>
              <w:highlight w:val="yellow"/>
            </w:rPr>
            <w:t>0</w:t>
          </w:r>
        </w:p>
      </w:tc>
    </w:tr>
  </w:tbl>
  <w:p w:rsidR="002D4209" w:rsidRDefault="002D42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7C67"/>
    <w:multiLevelType w:val="singleLevel"/>
    <w:tmpl w:val="C81EC03E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">
    <w:nsid w:val="27AD5564"/>
    <w:multiLevelType w:val="hybridMultilevel"/>
    <w:tmpl w:val="28FCB2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25D62AB"/>
    <w:multiLevelType w:val="singleLevel"/>
    <w:tmpl w:val="C7EEA782"/>
    <w:lvl w:ilvl="0">
      <w:start w:val="1"/>
      <w:numFmt w:val="upperRoman"/>
      <w:pStyle w:val="AlgarismosRomano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3DBF12CA"/>
    <w:multiLevelType w:val="singleLevel"/>
    <w:tmpl w:val="C81EC03E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">
    <w:nsid w:val="4F4251A0"/>
    <w:multiLevelType w:val="singleLevel"/>
    <w:tmpl w:val="8EEC5E4E"/>
    <w:lvl w:ilvl="0">
      <w:start w:val="1"/>
      <w:numFmt w:val="lowerLetter"/>
      <w:pStyle w:val="Letra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05D54B1"/>
    <w:multiLevelType w:val="hybridMultilevel"/>
    <w:tmpl w:val="AFD07112"/>
    <w:lvl w:ilvl="0" w:tplc="9602537E">
      <w:start w:val="1"/>
      <w:numFmt w:val="bullet"/>
      <w:pStyle w:val="Marcado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9679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5AF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E6C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DAA0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E6C0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CA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3C71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FE8C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E75E91"/>
    <w:multiLevelType w:val="hybridMultilevel"/>
    <w:tmpl w:val="77126D00"/>
    <w:lvl w:ilvl="0" w:tplc="04160001">
      <w:start w:val="1"/>
      <w:numFmt w:val="bullet"/>
      <w:lvlText w:val=""/>
      <w:lvlJc w:val="left"/>
      <w:pPr>
        <w:tabs>
          <w:tab w:val="num" w:pos="417"/>
        </w:tabs>
        <w:ind w:left="57" w:firstLine="0"/>
      </w:pPr>
      <w:rPr>
        <w:rFonts w:ascii="Symbol" w:hAnsi="Symbol" w:hint="default"/>
        <w:b/>
        <w:i w:val="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CA7D75"/>
    <w:multiLevelType w:val="hybridMultilevel"/>
    <w:tmpl w:val="76F4E716"/>
    <w:lvl w:ilvl="0" w:tplc="52E46020">
      <w:start w:val="1"/>
      <w:numFmt w:val="bullet"/>
      <w:lvlText w:val=""/>
      <w:lvlJc w:val="left"/>
      <w:pPr>
        <w:tabs>
          <w:tab w:val="num" w:pos="720"/>
        </w:tabs>
        <w:ind w:left="340" w:firstLine="2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612A62CF"/>
    <w:multiLevelType w:val="hybridMultilevel"/>
    <w:tmpl w:val="D58E66D4"/>
    <w:lvl w:ilvl="0" w:tplc="EEDE5DE6">
      <w:start w:val="1"/>
      <w:numFmt w:val="bullet"/>
      <w:lvlText w:val=""/>
      <w:lvlJc w:val="left"/>
      <w:pPr>
        <w:tabs>
          <w:tab w:val="num" w:pos="417"/>
        </w:tabs>
        <w:ind w:left="57" w:firstLine="0"/>
      </w:pPr>
      <w:rPr>
        <w:rFonts w:ascii="Symbol" w:hAnsi="Symbol" w:hint="default"/>
        <w:b/>
        <w:i w:val="0"/>
        <w:sz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D75A73"/>
    <w:multiLevelType w:val="hybridMultilevel"/>
    <w:tmpl w:val="5FA81160"/>
    <w:lvl w:ilvl="0" w:tplc="7AC2C9A4">
      <w:start w:val="1"/>
      <w:numFmt w:val="bullet"/>
      <w:lvlText w:val=""/>
      <w:lvlJc w:val="left"/>
      <w:pPr>
        <w:tabs>
          <w:tab w:val="num" w:pos="417"/>
        </w:tabs>
        <w:ind w:left="57" w:firstLine="0"/>
      </w:pPr>
      <w:rPr>
        <w:rFonts w:ascii="Symbol" w:hAnsi="Symbol" w:hint="default"/>
        <w:b/>
        <w:i w:val="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9206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3111C9B"/>
    <w:multiLevelType w:val="singleLevel"/>
    <w:tmpl w:val="C81EC03E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2">
    <w:nsid w:val="74A1157A"/>
    <w:multiLevelType w:val="hybridMultilevel"/>
    <w:tmpl w:val="D6923F7C"/>
    <w:lvl w:ilvl="0" w:tplc="19AAE7B0">
      <w:start w:val="1"/>
      <w:numFmt w:val="bullet"/>
      <w:lvlText w:val=""/>
      <w:lvlJc w:val="left"/>
      <w:pPr>
        <w:tabs>
          <w:tab w:val="num" w:pos="417"/>
        </w:tabs>
        <w:ind w:left="57" w:firstLine="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9E25B0"/>
    <w:multiLevelType w:val="multilevel"/>
    <w:tmpl w:val="974A9206"/>
    <w:lvl w:ilvl="0">
      <w:start w:val="1"/>
      <w:numFmt w:val="decimal"/>
      <w:pStyle w:val="Ttulo1"/>
      <w:lvlText w:val="%1"/>
      <w:lvlJc w:val="left"/>
      <w:pPr>
        <w:tabs>
          <w:tab w:val="num" w:pos="360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b/>
        <w:i w:val="0"/>
        <w:sz w:val="22"/>
        <w:szCs w:val="22"/>
        <w:effect w:val="non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3"/>
  </w:num>
  <w:num w:numId="5">
    <w:abstractNumId w:val="12"/>
  </w:num>
  <w:num w:numId="6">
    <w:abstractNumId w:val="7"/>
  </w:num>
  <w:num w:numId="7">
    <w:abstractNumId w:val="0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xmlrpc" w:val="Verdadeiro"/>
  </w:docVars>
  <w:rsids>
    <w:rsidRoot w:val="00590AF5"/>
    <w:rsid w:val="00056768"/>
    <w:rsid w:val="00062302"/>
    <w:rsid w:val="00092E41"/>
    <w:rsid w:val="000936F8"/>
    <w:rsid w:val="000D3864"/>
    <w:rsid w:val="000F3D11"/>
    <w:rsid w:val="001608A6"/>
    <w:rsid w:val="00176E26"/>
    <w:rsid w:val="001A261B"/>
    <w:rsid w:val="001B1D2D"/>
    <w:rsid w:val="001B5654"/>
    <w:rsid w:val="001B7B56"/>
    <w:rsid w:val="001B7F66"/>
    <w:rsid w:val="001C407F"/>
    <w:rsid w:val="001C40AC"/>
    <w:rsid w:val="001E4CCB"/>
    <w:rsid w:val="001E79BC"/>
    <w:rsid w:val="001F5073"/>
    <w:rsid w:val="001F5D19"/>
    <w:rsid w:val="00206C19"/>
    <w:rsid w:val="00235000"/>
    <w:rsid w:val="002459A1"/>
    <w:rsid w:val="00263FF3"/>
    <w:rsid w:val="002717D7"/>
    <w:rsid w:val="00297EC0"/>
    <w:rsid w:val="002B78D6"/>
    <w:rsid w:val="002C2B0C"/>
    <w:rsid w:val="002D4209"/>
    <w:rsid w:val="002E105E"/>
    <w:rsid w:val="00324812"/>
    <w:rsid w:val="00327E51"/>
    <w:rsid w:val="00332E37"/>
    <w:rsid w:val="00347F27"/>
    <w:rsid w:val="0036326C"/>
    <w:rsid w:val="00367561"/>
    <w:rsid w:val="00367BC8"/>
    <w:rsid w:val="003A1691"/>
    <w:rsid w:val="003B33F1"/>
    <w:rsid w:val="003E0F6B"/>
    <w:rsid w:val="003E12C0"/>
    <w:rsid w:val="003F18EC"/>
    <w:rsid w:val="0040373F"/>
    <w:rsid w:val="00416CEF"/>
    <w:rsid w:val="0042379E"/>
    <w:rsid w:val="004355AC"/>
    <w:rsid w:val="004643E6"/>
    <w:rsid w:val="004657AE"/>
    <w:rsid w:val="00467E4E"/>
    <w:rsid w:val="0049283C"/>
    <w:rsid w:val="004E427A"/>
    <w:rsid w:val="004F0418"/>
    <w:rsid w:val="004F179B"/>
    <w:rsid w:val="00511D79"/>
    <w:rsid w:val="0056044C"/>
    <w:rsid w:val="005726CA"/>
    <w:rsid w:val="00577D0F"/>
    <w:rsid w:val="0058773F"/>
    <w:rsid w:val="00590AF5"/>
    <w:rsid w:val="005B0D24"/>
    <w:rsid w:val="005B0DDD"/>
    <w:rsid w:val="005C518E"/>
    <w:rsid w:val="005C6982"/>
    <w:rsid w:val="005E389D"/>
    <w:rsid w:val="005F25C3"/>
    <w:rsid w:val="005F59DE"/>
    <w:rsid w:val="00606FF8"/>
    <w:rsid w:val="006279B6"/>
    <w:rsid w:val="00631E2D"/>
    <w:rsid w:val="00634304"/>
    <w:rsid w:val="00637B38"/>
    <w:rsid w:val="00647608"/>
    <w:rsid w:val="0065675E"/>
    <w:rsid w:val="0065717C"/>
    <w:rsid w:val="00670F24"/>
    <w:rsid w:val="006813CB"/>
    <w:rsid w:val="00682A8F"/>
    <w:rsid w:val="00685420"/>
    <w:rsid w:val="006A3860"/>
    <w:rsid w:val="006B3AD9"/>
    <w:rsid w:val="006B67A8"/>
    <w:rsid w:val="006D5F50"/>
    <w:rsid w:val="006F2927"/>
    <w:rsid w:val="00707372"/>
    <w:rsid w:val="0071375E"/>
    <w:rsid w:val="00723E74"/>
    <w:rsid w:val="00734B53"/>
    <w:rsid w:val="00751B00"/>
    <w:rsid w:val="00753998"/>
    <w:rsid w:val="00776DBF"/>
    <w:rsid w:val="007839D1"/>
    <w:rsid w:val="00784374"/>
    <w:rsid w:val="00795FF7"/>
    <w:rsid w:val="007C4079"/>
    <w:rsid w:val="007D1A79"/>
    <w:rsid w:val="007D51C6"/>
    <w:rsid w:val="007E389A"/>
    <w:rsid w:val="007E68D7"/>
    <w:rsid w:val="007F23F8"/>
    <w:rsid w:val="007F6176"/>
    <w:rsid w:val="008437DE"/>
    <w:rsid w:val="00844B2C"/>
    <w:rsid w:val="00856567"/>
    <w:rsid w:val="008666AF"/>
    <w:rsid w:val="00897896"/>
    <w:rsid w:val="008B090E"/>
    <w:rsid w:val="008B2E82"/>
    <w:rsid w:val="008B6C54"/>
    <w:rsid w:val="008B7297"/>
    <w:rsid w:val="008C57BE"/>
    <w:rsid w:val="008C5AC1"/>
    <w:rsid w:val="008E34A8"/>
    <w:rsid w:val="008E3ADC"/>
    <w:rsid w:val="008E50B4"/>
    <w:rsid w:val="008E60E9"/>
    <w:rsid w:val="0090294D"/>
    <w:rsid w:val="0090501E"/>
    <w:rsid w:val="009060DC"/>
    <w:rsid w:val="00916283"/>
    <w:rsid w:val="0091789D"/>
    <w:rsid w:val="009424CC"/>
    <w:rsid w:val="009424D0"/>
    <w:rsid w:val="00942C46"/>
    <w:rsid w:val="009542CB"/>
    <w:rsid w:val="00991715"/>
    <w:rsid w:val="009E5D8E"/>
    <w:rsid w:val="00A03C08"/>
    <w:rsid w:val="00A45752"/>
    <w:rsid w:val="00A62A31"/>
    <w:rsid w:val="00A74B97"/>
    <w:rsid w:val="00A8290B"/>
    <w:rsid w:val="00AA268A"/>
    <w:rsid w:val="00AC4092"/>
    <w:rsid w:val="00AE1D4D"/>
    <w:rsid w:val="00B069E8"/>
    <w:rsid w:val="00B221F9"/>
    <w:rsid w:val="00B319BC"/>
    <w:rsid w:val="00B33D2C"/>
    <w:rsid w:val="00B51CDB"/>
    <w:rsid w:val="00B63162"/>
    <w:rsid w:val="00B719AA"/>
    <w:rsid w:val="00B81346"/>
    <w:rsid w:val="00BA2087"/>
    <w:rsid w:val="00BC0966"/>
    <w:rsid w:val="00BC4460"/>
    <w:rsid w:val="00C0088F"/>
    <w:rsid w:val="00C07952"/>
    <w:rsid w:val="00C15233"/>
    <w:rsid w:val="00C22133"/>
    <w:rsid w:val="00C31A96"/>
    <w:rsid w:val="00C3321E"/>
    <w:rsid w:val="00C52C96"/>
    <w:rsid w:val="00C7204C"/>
    <w:rsid w:val="00CA6BCA"/>
    <w:rsid w:val="00CB0FE6"/>
    <w:rsid w:val="00CB682D"/>
    <w:rsid w:val="00CD50BB"/>
    <w:rsid w:val="00D14345"/>
    <w:rsid w:val="00D14983"/>
    <w:rsid w:val="00D17D0C"/>
    <w:rsid w:val="00D325F3"/>
    <w:rsid w:val="00D54BB0"/>
    <w:rsid w:val="00D62CA7"/>
    <w:rsid w:val="00D64F7F"/>
    <w:rsid w:val="00DB1F46"/>
    <w:rsid w:val="00E17602"/>
    <w:rsid w:val="00E233A8"/>
    <w:rsid w:val="00E239BB"/>
    <w:rsid w:val="00E308B8"/>
    <w:rsid w:val="00E70D5F"/>
    <w:rsid w:val="00E934B9"/>
    <w:rsid w:val="00E961E6"/>
    <w:rsid w:val="00E97CC3"/>
    <w:rsid w:val="00ED32F8"/>
    <w:rsid w:val="00ED4E79"/>
    <w:rsid w:val="00EE0993"/>
    <w:rsid w:val="00EE685C"/>
    <w:rsid w:val="00F111F0"/>
    <w:rsid w:val="00F35281"/>
    <w:rsid w:val="00F72B66"/>
    <w:rsid w:val="00F801D0"/>
    <w:rsid w:val="00FA3782"/>
    <w:rsid w:val="00FA4C06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4983"/>
    <w:pPr>
      <w:jc w:val="both"/>
    </w:pPr>
    <w:rPr>
      <w:rFonts w:ascii="Arial" w:hAnsi="Arial"/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D14983"/>
    <w:pPr>
      <w:keepNext/>
      <w:numPr>
        <w:numId w:val="4"/>
      </w:numPr>
      <w:spacing w:before="120" w:after="120"/>
      <w:outlineLvl w:val="0"/>
    </w:pPr>
    <w:rPr>
      <w:b/>
      <w:caps/>
      <w:sz w:val="22"/>
      <w:szCs w:val="20"/>
    </w:rPr>
  </w:style>
  <w:style w:type="paragraph" w:styleId="Ttulo2">
    <w:name w:val="heading 2"/>
    <w:basedOn w:val="Normal"/>
    <w:next w:val="Normal"/>
    <w:qFormat/>
    <w:rsid w:val="00D14983"/>
    <w:pPr>
      <w:keepNext/>
      <w:numPr>
        <w:ilvl w:val="1"/>
        <w:numId w:val="4"/>
      </w:numPr>
      <w:spacing w:before="120" w:after="120"/>
      <w:outlineLvl w:val="1"/>
    </w:pPr>
    <w:rPr>
      <w:rFonts w:cs="Arial"/>
      <w:b/>
      <w:bCs/>
      <w:iCs/>
      <w:smallCaps/>
      <w:szCs w:val="28"/>
    </w:rPr>
  </w:style>
  <w:style w:type="paragraph" w:styleId="Ttulo3">
    <w:name w:val="heading 3"/>
    <w:basedOn w:val="Normal"/>
    <w:next w:val="Normal"/>
    <w:qFormat/>
    <w:rsid w:val="00D14983"/>
    <w:pPr>
      <w:keepNext/>
      <w:numPr>
        <w:ilvl w:val="2"/>
        <w:numId w:val="4"/>
      </w:numPr>
      <w:spacing w:before="120" w:after="120"/>
      <w:outlineLvl w:val="2"/>
    </w:pPr>
    <w:rPr>
      <w:szCs w:val="20"/>
    </w:rPr>
  </w:style>
  <w:style w:type="paragraph" w:styleId="Ttulo4">
    <w:name w:val="heading 4"/>
    <w:basedOn w:val="Normal"/>
    <w:next w:val="Normal"/>
    <w:qFormat/>
    <w:rsid w:val="00D14983"/>
    <w:pPr>
      <w:keepNext/>
      <w:numPr>
        <w:ilvl w:val="3"/>
        <w:numId w:val="4"/>
      </w:numPr>
      <w:spacing w:before="120" w:after="120"/>
      <w:outlineLvl w:val="3"/>
    </w:pPr>
    <w:rPr>
      <w:bCs/>
      <w:szCs w:val="28"/>
    </w:rPr>
  </w:style>
  <w:style w:type="paragraph" w:styleId="Ttulo5">
    <w:name w:val="heading 5"/>
    <w:basedOn w:val="Normal"/>
    <w:next w:val="Normal"/>
    <w:qFormat/>
    <w:rsid w:val="00D14983"/>
    <w:pPr>
      <w:numPr>
        <w:ilvl w:val="4"/>
        <w:numId w:val="4"/>
      </w:numPr>
      <w:spacing w:before="120" w:after="120"/>
      <w:outlineLvl w:val="4"/>
    </w:pPr>
    <w:rPr>
      <w:bCs/>
      <w:iCs/>
      <w:szCs w:val="26"/>
    </w:rPr>
  </w:style>
  <w:style w:type="paragraph" w:styleId="Ttulo6">
    <w:name w:val="heading 6"/>
    <w:basedOn w:val="Normal"/>
    <w:next w:val="Normal"/>
    <w:qFormat/>
    <w:rsid w:val="00D14983"/>
    <w:pPr>
      <w:keepNext/>
      <w:numPr>
        <w:ilvl w:val="5"/>
        <w:numId w:val="4"/>
      </w:numPr>
      <w:spacing w:before="120" w:after="120"/>
      <w:outlineLvl w:val="5"/>
    </w:pPr>
    <w:rPr>
      <w:szCs w:val="20"/>
    </w:rPr>
  </w:style>
  <w:style w:type="paragraph" w:styleId="Ttulo7">
    <w:name w:val="heading 7"/>
    <w:basedOn w:val="Normal"/>
    <w:next w:val="Normal"/>
    <w:qFormat/>
    <w:rsid w:val="00D14983"/>
    <w:pPr>
      <w:numPr>
        <w:ilvl w:val="6"/>
        <w:numId w:val="4"/>
      </w:numPr>
      <w:spacing w:before="120" w:after="120"/>
      <w:outlineLvl w:val="6"/>
    </w:pPr>
  </w:style>
  <w:style w:type="paragraph" w:styleId="Ttulo8">
    <w:name w:val="heading 8"/>
    <w:basedOn w:val="Normal"/>
    <w:next w:val="Normal"/>
    <w:qFormat/>
    <w:rsid w:val="00D14983"/>
    <w:pPr>
      <w:numPr>
        <w:ilvl w:val="7"/>
        <w:numId w:val="4"/>
      </w:numPr>
      <w:spacing w:before="120" w:after="120"/>
      <w:outlineLvl w:val="7"/>
    </w:pPr>
    <w:rPr>
      <w:iCs/>
    </w:rPr>
  </w:style>
  <w:style w:type="paragraph" w:styleId="Ttulo9">
    <w:name w:val="heading 9"/>
    <w:basedOn w:val="Normal"/>
    <w:next w:val="Normal"/>
    <w:qFormat/>
    <w:rsid w:val="00D14983"/>
    <w:pPr>
      <w:numPr>
        <w:ilvl w:val="8"/>
        <w:numId w:val="4"/>
      </w:numPr>
      <w:spacing w:before="120" w:after="120"/>
      <w:outlineLvl w:val="8"/>
    </w:pPr>
    <w:rPr>
      <w:rFonts w:cs="Arial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garismosRomanos">
    <w:name w:val="Algarismos Romanos"/>
    <w:basedOn w:val="Normal"/>
    <w:rsid w:val="00D14983"/>
    <w:pPr>
      <w:numPr>
        <w:numId w:val="1"/>
      </w:numPr>
    </w:pPr>
  </w:style>
  <w:style w:type="paragraph" w:styleId="Sumrio1">
    <w:name w:val="toc 1"/>
    <w:basedOn w:val="Normal"/>
    <w:next w:val="Normal"/>
    <w:autoRedefine/>
    <w:semiHidden/>
    <w:rsid w:val="00D14983"/>
    <w:rPr>
      <w:sz w:val="22"/>
    </w:rPr>
  </w:style>
  <w:style w:type="paragraph" w:styleId="Cabealho">
    <w:name w:val="header"/>
    <w:basedOn w:val="Normal"/>
    <w:link w:val="CabealhoChar"/>
    <w:uiPriority w:val="99"/>
    <w:rsid w:val="00D14983"/>
    <w:pPr>
      <w:tabs>
        <w:tab w:val="center" w:pos="4320"/>
        <w:tab w:val="right" w:pos="8640"/>
      </w:tabs>
      <w:outlineLvl w:val="0"/>
    </w:pPr>
  </w:style>
  <w:style w:type="character" w:styleId="Hyperlink">
    <w:name w:val="Hyperlink"/>
    <w:rsid w:val="00D14983"/>
    <w:rPr>
      <w:color w:val="0000FF"/>
      <w:u w:val="single"/>
    </w:rPr>
  </w:style>
  <w:style w:type="paragraph" w:customStyle="1" w:styleId="Letras">
    <w:name w:val="Letras"/>
    <w:basedOn w:val="Normal"/>
    <w:rsid w:val="00D14983"/>
    <w:pPr>
      <w:numPr>
        <w:numId w:val="2"/>
      </w:numPr>
    </w:pPr>
  </w:style>
  <w:style w:type="paragraph" w:styleId="Rodap">
    <w:name w:val="footer"/>
    <w:basedOn w:val="Normal"/>
    <w:link w:val="RodapChar"/>
    <w:uiPriority w:val="99"/>
    <w:rsid w:val="00D14983"/>
    <w:pPr>
      <w:tabs>
        <w:tab w:val="center" w:pos="4320"/>
        <w:tab w:val="right" w:pos="8640"/>
      </w:tabs>
      <w:outlineLvl w:val="0"/>
    </w:pPr>
  </w:style>
  <w:style w:type="paragraph" w:styleId="Ttulo">
    <w:name w:val="Title"/>
    <w:basedOn w:val="Normal"/>
    <w:next w:val="Normal"/>
    <w:qFormat/>
    <w:rsid w:val="00D1498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Recuodecorpodetexto2">
    <w:name w:val="Body Text Indent 2"/>
    <w:basedOn w:val="Normal"/>
    <w:rsid w:val="00D14983"/>
    <w:pPr>
      <w:ind w:left="214"/>
      <w:jc w:val="left"/>
    </w:pPr>
    <w:rPr>
      <w:rFonts w:ascii="Times New Roman" w:hAnsi="Times New Roman"/>
    </w:rPr>
  </w:style>
  <w:style w:type="paragraph" w:styleId="Corpodetexto2">
    <w:name w:val="Body Text 2"/>
    <w:basedOn w:val="Normal"/>
    <w:rsid w:val="00D14983"/>
    <w:rPr>
      <w:b/>
      <w:color w:val="000000"/>
      <w:sz w:val="14"/>
      <w:lang w:val="en-US"/>
    </w:rPr>
  </w:style>
  <w:style w:type="paragraph" w:styleId="Corpodetexto3">
    <w:name w:val="Body Text 3"/>
    <w:basedOn w:val="Normal"/>
    <w:rsid w:val="00D14983"/>
    <w:rPr>
      <w:sz w:val="22"/>
    </w:rPr>
  </w:style>
  <w:style w:type="paragraph" w:styleId="Corpodetexto">
    <w:name w:val="Body Text"/>
    <w:basedOn w:val="Normal"/>
    <w:rsid w:val="00D14983"/>
    <w:pPr>
      <w:jc w:val="left"/>
    </w:pPr>
    <w:rPr>
      <w:sz w:val="22"/>
    </w:rPr>
  </w:style>
  <w:style w:type="paragraph" w:customStyle="1" w:styleId="Corpodetexto31">
    <w:name w:val="Corpo de texto 31"/>
    <w:basedOn w:val="Normal"/>
    <w:rsid w:val="00D14983"/>
    <w:pPr>
      <w:widowControl w:val="0"/>
    </w:pPr>
    <w:rPr>
      <w:sz w:val="22"/>
      <w:szCs w:val="20"/>
      <w:lang w:eastAsia="pt-BR"/>
    </w:rPr>
  </w:style>
  <w:style w:type="paragraph" w:customStyle="1" w:styleId="Marcador">
    <w:name w:val="Marcador"/>
    <w:basedOn w:val="Normal"/>
    <w:rsid w:val="00D14983"/>
    <w:pPr>
      <w:numPr>
        <w:numId w:val="3"/>
      </w:numPr>
    </w:pPr>
    <w:rPr>
      <w:sz w:val="22"/>
      <w:lang w:val="en-US"/>
    </w:rPr>
  </w:style>
  <w:style w:type="paragraph" w:customStyle="1" w:styleId="Nota">
    <w:name w:val="Nota"/>
    <w:basedOn w:val="Normal"/>
    <w:rsid w:val="00D14983"/>
    <w:rPr>
      <w:b/>
      <w:bCs/>
      <w:sz w:val="20"/>
      <w:lang w:val="en-US"/>
    </w:rPr>
  </w:style>
  <w:style w:type="character" w:styleId="HiperlinkVisitado">
    <w:name w:val="FollowedHyperlink"/>
    <w:rsid w:val="00D14983"/>
    <w:rPr>
      <w:color w:val="800080"/>
      <w:u w:val="single"/>
    </w:rPr>
  </w:style>
  <w:style w:type="paragraph" w:styleId="Recuodecorpodetexto">
    <w:name w:val="Body Text Indent"/>
    <w:basedOn w:val="Normal"/>
    <w:rsid w:val="00D14983"/>
    <w:pPr>
      <w:ind w:left="708"/>
    </w:pPr>
    <w:rPr>
      <w:sz w:val="22"/>
    </w:rPr>
  </w:style>
  <w:style w:type="character" w:styleId="Nmerodepgina">
    <w:name w:val="page number"/>
    <w:basedOn w:val="Fontepargpadro"/>
    <w:rsid w:val="00D14983"/>
  </w:style>
  <w:style w:type="character" w:customStyle="1" w:styleId="RodapChar">
    <w:name w:val="Rodapé Char"/>
    <w:link w:val="Rodap"/>
    <w:uiPriority w:val="99"/>
    <w:rsid w:val="00631E2D"/>
    <w:rPr>
      <w:rFonts w:ascii="Arial" w:hAnsi="Arial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rsid w:val="00631E2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631E2D"/>
    <w:rPr>
      <w:rFonts w:ascii="Tahoma" w:hAnsi="Tahoma" w:cs="Tahoma"/>
      <w:sz w:val="16"/>
      <w:szCs w:val="16"/>
      <w:lang w:eastAsia="en-US"/>
    </w:rPr>
  </w:style>
  <w:style w:type="character" w:styleId="TextodoEspaoReservado">
    <w:name w:val="Placeholder Text"/>
    <w:uiPriority w:val="99"/>
    <w:semiHidden/>
    <w:rsid w:val="008437DE"/>
    <w:rPr>
      <w:color w:val="808080"/>
    </w:rPr>
  </w:style>
  <w:style w:type="character" w:customStyle="1" w:styleId="CabealhoChar">
    <w:name w:val="Cabeçalho Char"/>
    <w:link w:val="Cabealho"/>
    <w:uiPriority w:val="99"/>
    <w:rsid w:val="001E79BC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urio.galera\Downloads\POP%20RRLM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FD2A-0996-4319-B7CC-A342A534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POP RRLM</Template>
  <TotalTime>1</TotalTime>
  <Pages>4</Pages>
  <Words>394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POP</vt:lpstr>
    </vt:vector>
  </TitlesOfParts>
  <Company>TELEMAR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</dc:title>
  <dc:creator>Maurio Luduvice Galera</dc:creator>
  <cp:lastModifiedBy>Maurio Luduvice Galera</cp:lastModifiedBy>
  <cp:revision>1</cp:revision>
  <cp:lastPrinted>2006-05-16T17:00:00Z</cp:lastPrinted>
  <dcterms:created xsi:type="dcterms:W3CDTF">2018-05-25T18:03:00Z</dcterms:created>
  <dcterms:modified xsi:type="dcterms:W3CDTF">2018-05-25T18:04:00Z</dcterms:modified>
</cp:coreProperties>
</file>